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662DE" w14:textId="77777777" w:rsidR="00DF19CD" w:rsidRPr="00DF19CD" w:rsidRDefault="00DF19CD" w:rsidP="002F24F7">
      <w:pPr>
        <w:jc w:val="center"/>
      </w:pPr>
      <w:r w:rsidRPr="00DF19CD">
        <w:t>Lukas Müller</w:t>
      </w:r>
    </w:p>
    <w:p w14:paraId="17A640E0" w14:textId="3A7A2AAB" w:rsidR="00DF19CD" w:rsidRPr="00DF19CD" w:rsidRDefault="00DF19CD" w:rsidP="00B65920">
      <w:pPr>
        <w:jc w:val="center"/>
      </w:pPr>
      <w:proofErr w:type="spellStart"/>
      <w:r w:rsidRPr="00DF19CD">
        <w:t>Radenhoffgasse</w:t>
      </w:r>
      <w:proofErr w:type="spellEnd"/>
      <w:r w:rsidRPr="00DF19CD">
        <w:t xml:space="preserve"> 19</w:t>
      </w:r>
      <w:r w:rsidR="00B65920">
        <w:t xml:space="preserve">, </w:t>
      </w:r>
      <w:r w:rsidRPr="00DF19CD">
        <w:t>34130 Kassel</w:t>
      </w:r>
    </w:p>
    <w:p w14:paraId="675DF68E" w14:textId="5ED591EF" w:rsidR="00DF19CD" w:rsidRPr="00DF19CD" w:rsidRDefault="00DF19CD" w:rsidP="00B65920">
      <w:pPr>
        <w:jc w:val="center"/>
      </w:pPr>
      <w:r w:rsidRPr="00DF19CD">
        <w:t>Tel.: 0561 2223334</w:t>
      </w:r>
      <w:r w:rsidR="00B65920">
        <w:t xml:space="preserve">4, </w:t>
      </w:r>
      <w:r w:rsidRPr="00DF19CD">
        <w:t>lukas.mueller@pronet.de</w:t>
      </w:r>
    </w:p>
    <w:p w14:paraId="1AC89ADA" w14:textId="77777777" w:rsidR="00DF19CD" w:rsidRDefault="00DF19CD" w:rsidP="00B65920"/>
    <w:p w14:paraId="696CC506" w14:textId="77777777" w:rsidR="002F24F7" w:rsidRDefault="002F24F7" w:rsidP="00B65920"/>
    <w:p w14:paraId="3B78B65B" w14:textId="77777777" w:rsidR="00C62F05" w:rsidRDefault="00C62F05" w:rsidP="00B65920"/>
    <w:p w14:paraId="20F8A1A5" w14:textId="77777777" w:rsidR="00C62F05" w:rsidRDefault="00C62F05" w:rsidP="00B65920"/>
    <w:p w14:paraId="7D5DEF95" w14:textId="77777777" w:rsidR="00C62F05" w:rsidRPr="00DF19CD" w:rsidRDefault="00C62F05" w:rsidP="00B65920"/>
    <w:p w14:paraId="1CE95AF0" w14:textId="77777777" w:rsidR="00DF19CD" w:rsidRPr="00DF19CD" w:rsidRDefault="00DF19CD" w:rsidP="00B65920"/>
    <w:p w14:paraId="3F527670" w14:textId="77777777" w:rsidR="00DF19CD" w:rsidRPr="0051201C" w:rsidRDefault="00DF19CD" w:rsidP="00B65920">
      <w:pPr>
        <w:rPr>
          <w:lang w:val="en-US"/>
        </w:rPr>
      </w:pPr>
      <w:r w:rsidRPr="0051201C">
        <w:rPr>
          <w:lang w:val="en-US"/>
        </w:rPr>
        <w:t>Livotech Drehteile GmbH &amp; Co. KG</w:t>
      </w:r>
    </w:p>
    <w:p w14:paraId="59968AF1" w14:textId="08C2C44B" w:rsidR="00DF19CD" w:rsidRPr="0051201C" w:rsidRDefault="00DF19CD" w:rsidP="00B65920">
      <w:pPr>
        <w:rPr>
          <w:lang w:val="en-US"/>
        </w:rPr>
      </w:pPr>
      <w:r w:rsidRPr="0051201C">
        <w:rPr>
          <w:lang w:val="en-US"/>
        </w:rPr>
        <w:t xml:space="preserve">Herrn </w:t>
      </w:r>
      <w:r w:rsidR="00B65920" w:rsidRPr="0051201C">
        <w:rPr>
          <w:lang w:val="en-US"/>
        </w:rPr>
        <w:t>Leon</w:t>
      </w:r>
      <w:r w:rsidRPr="0051201C">
        <w:rPr>
          <w:lang w:val="en-US"/>
        </w:rPr>
        <w:t xml:space="preserve"> Livertz </w:t>
      </w:r>
    </w:p>
    <w:p w14:paraId="7F5D1ABC" w14:textId="65F87773" w:rsidR="00DF19CD" w:rsidRPr="00DF19CD" w:rsidRDefault="00B65920" w:rsidP="00B65920">
      <w:r>
        <w:t>Kurhessen</w:t>
      </w:r>
      <w:r w:rsidR="00DF19CD" w:rsidRPr="00DF19CD">
        <w:t>str. 12–16</w:t>
      </w:r>
    </w:p>
    <w:p w14:paraId="31D7A0AC" w14:textId="77777777" w:rsidR="00DF19CD" w:rsidRPr="00DF19CD" w:rsidRDefault="00DF19CD" w:rsidP="00B65920">
      <w:r w:rsidRPr="00DF19CD">
        <w:t>34135 Kassel</w:t>
      </w:r>
    </w:p>
    <w:p w14:paraId="383BC26C" w14:textId="77777777" w:rsidR="00DF19CD" w:rsidRPr="00DF19CD" w:rsidRDefault="00DF19CD" w:rsidP="00B65920"/>
    <w:p w14:paraId="679E7E33" w14:textId="77777777" w:rsidR="00DF19CD" w:rsidRPr="00DF19CD" w:rsidRDefault="00DF19CD" w:rsidP="00B65920"/>
    <w:p w14:paraId="465C69FB" w14:textId="376AF4B0" w:rsidR="00DF19CD" w:rsidRPr="00DF19CD" w:rsidRDefault="00DF19CD" w:rsidP="00B65920">
      <w:pPr>
        <w:jc w:val="right"/>
      </w:pPr>
      <w:r w:rsidRPr="00DF19CD">
        <w:t>Kassel, 18. März 201</w:t>
      </w:r>
      <w:r w:rsidR="00B65920">
        <w:t>6</w:t>
      </w:r>
    </w:p>
    <w:p w14:paraId="625A9AE6" w14:textId="77777777" w:rsidR="00DF19CD" w:rsidRPr="00DF19CD" w:rsidRDefault="00DF19CD" w:rsidP="00B65920"/>
    <w:p w14:paraId="48F545CB" w14:textId="77777777" w:rsidR="00DF19CD" w:rsidRPr="00DF19CD" w:rsidRDefault="00DF19CD" w:rsidP="00B65920"/>
    <w:p w14:paraId="0483473B" w14:textId="77777777" w:rsidR="00DF19CD" w:rsidRPr="00C62F05" w:rsidRDefault="00DF19CD" w:rsidP="00B65920">
      <w:pPr>
        <w:rPr>
          <w:b/>
        </w:rPr>
      </w:pPr>
      <w:r w:rsidRPr="00C62F05">
        <w:rPr>
          <w:b/>
        </w:rPr>
        <w:t>Initiativbewerbung um einen Ausbildungsplatz als Industriemechaniker</w:t>
      </w:r>
    </w:p>
    <w:p w14:paraId="3B5044AD" w14:textId="77777777" w:rsidR="00DF19CD" w:rsidRPr="00DF19CD" w:rsidRDefault="00DF19CD" w:rsidP="00B65920"/>
    <w:p w14:paraId="11677B11" w14:textId="77777777" w:rsidR="00DF19CD" w:rsidRPr="00DF19CD" w:rsidRDefault="00DF19CD" w:rsidP="00B65920"/>
    <w:p w14:paraId="49E8E2F6" w14:textId="77777777" w:rsidR="00DF19CD" w:rsidRPr="00DF19CD" w:rsidRDefault="00DF19CD" w:rsidP="00B65920">
      <w:r w:rsidRPr="00DF19CD">
        <w:t xml:space="preserve">Sehr geehrter Herr </w:t>
      </w:r>
      <w:proofErr w:type="spellStart"/>
      <w:r w:rsidRPr="00DF19CD">
        <w:t>Livertz</w:t>
      </w:r>
      <w:proofErr w:type="spellEnd"/>
      <w:r w:rsidRPr="00DF19CD">
        <w:t>,</w:t>
      </w:r>
    </w:p>
    <w:p w14:paraId="0657E285" w14:textId="77777777" w:rsidR="00DF19CD" w:rsidRPr="00DF19CD" w:rsidRDefault="00DF19CD" w:rsidP="00B65920">
      <w:pPr>
        <w:rPr>
          <w:sz w:val="14"/>
          <w:szCs w:val="14"/>
        </w:rPr>
      </w:pPr>
    </w:p>
    <w:p w14:paraId="7499B20C" w14:textId="050D6730" w:rsidR="00DF19CD" w:rsidRPr="00DF19CD" w:rsidRDefault="00DF19CD" w:rsidP="00B65920">
      <w:r w:rsidRPr="00DF19CD">
        <w:t>in einem Artikel der „Hessischen Allgemeinen“ vom 14. März 201</w:t>
      </w:r>
      <w:r w:rsidR="00B65920">
        <w:t>6</w:t>
      </w:r>
      <w:r w:rsidRPr="00DF19CD">
        <w:t xml:space="preserve"> habe ich gelesen, dass Sie in Ihrem Betrieb Industriemechaniker ausbilden. Da ich den Beruf des Maschinenschlossers sehr spannend finde, bewerbe ich mich bei I</w:t>
      </w:r>
      <w:r w:rsidR="00B65920">
        <w:t>hnen um einen Ausbildungsplatz.</w:t>
      </w:r>
    </w:p>
    <w:p w14:paraId="47507D3B" w14:textId="77777777" w:rsidR="00DF19CD" w:rsidRPr="00DF19CD" w:rsidRDefault="00DF19CD" w:rsidP="00B65920">
      <w:pPr>
        <w:rPr>
          <w:sz w:val="14"/>
          <w:szCs w:val="14"/>
        </w:rPr>
      </w:pPr>
    </w:p>
    <w:p w14:paraId="75E11879" w14:textId="1C22E68D" w:rsidR="00DF19CD" w:rsidRPr="00DF19CD" w:rsidRDefault="00DF19CD" w:rsidP="00B65920">
      <w:r w:rsidRPr="00DF19CD">
        <w:t xml:space="preserve">Ich bin in der 10. Klasse und stehe kurz vor dem Realschulabschluss. An Maschinen und Geräten tüftle ich schon immer gern. Außerdem repariere ich Nähmaschinen, Gangschaltungen oder Fahrräder – alles, womit meine Eltern, </w:t>
      </w:r>
      <w:r w:rsidR="00B65920">
        <w:t>Geschwister</w:t>
      </w:r>
      <w:r w:rsidRPr="00DF19CD">
        <w:t xml:space="preserve"> und Freunde zu mir kommen, wenn es nicht funktioniert. Dass ich in solchen Dingen geschickt bin, können auch alle bestätigen. Außerdem habe ich Spaß am Umgang mit Computern.</w:t>
      </w:r>
    </w:p>
    <w:p w14:paraId="5774C434" w14:textId="77777777" w:rsidR="00DF19CD" w:rsidRPr="00DF19CD" w:rsidRDefault="00DF19CD" w:rsidP="00B65920">
      <w:pPr>
        <w:rPr>
          <w:sz w:val="14"/>
          <w:szCs w:val="14"/>
        </w:rPr>
      </w:pPr>
    </w:p>
    <w:p w14:paraId="3597EE9C" w14:textId="77777777" w:rsidR="00DF19CD" w:rsidRPr="00DF19CD" w:rsidRDefault="00DF19CD" w:rsidP="00B65920">
      <w:r w:rsidRPr="00DF19CD">
        <w:t>Bitte lassen Sie sich durch meine Zeugnisse nicht abschrecken – die Theorie liegt mir nicht sehr. Aber dafür bin ich gut in der Praxis. Gern komme ich in den Osterferien für ein paar Tage zur Probearbeit! Ich freue mich, wenn Sie mich zum Vorstellungsgespräch einladen.</w:t>
      </w:r>
    </w:p>
    <w:p w14:paraId="20A9A9D8" w14:textId="77777777" w:rsidR="00DF19CD" w:rsidRPr="00DF19CD" w:rsidRDefault="00DF19CD" w:rsidP="00B65920">
      <w:pPr>
        <w:rPr>
          <w:sz w:val="14"/>
          <w:szCs w:val="14"/>
        </w:rPr>
      </w:pPr>
    </w:p>
    <w:p w14:paraId="27E58EC6" w14:textId="77777777" w:rsidR="00DF19CD" w:rsidRPr="00DF19CD" w:rsidRDefault="00DF19CD" w:rsidP="00B65920">
      <w:r w:rsidRPr="00DF19CD">
        <w:t>Mit freundlichen Grüßen</w:t>
      </w:r>
    </w:p>
    <w:p w14:paraId="05D5241E" w14:textId="77777777" w:rsidR="00DF19CD" w:rsidRPr="0051201C" w:rsidRDefault="00DF19CD" w:rsidP="00B65920">
      <w:pPr>
        <w:pStyle w:val="UnterschriftName"/>
        <w:rPr>
          <w:rFonts w:ascii="Lucida Handwriting" w:hAnsi="Lucida Handwriting"/>
        </w:rPr>
      </w:pPr>
      <w:bookmarkStart w:id="0" w:name="_GoBack"/>
      <w:r w:rsidRPr="0051201C">
        <w:rPr>
          <w:rFonts w:ascii="Lucida Handwriting" w:hAnsi="Lucida Handwriting"/>
        </w:rPr>
        <w:t>Lukas Müller</w:t>
      </w:r>
    </w:p>
    <w:bookmarkEnd w:id="0"/>
    <w:p w14:paraId="5CD73ECE" w14:textId="77777777" w:rsidR="00DF19CD" w:rsidRPr="00DF19CD" w:rsidRDefault="00DF19CD" w:rsidP="00B65920"/>
    <w:p w14:paraId="48914F9C" w14:textId="77777777" w:rsidR="00DF19CD" w:rsidRPr="00DF19CD" w:rsidRDefault="00DF19CD" w:rsidP="00B65920"/>
    <w:p w14:paraId="09A7E74C" w14:textId="77777777" w:rsidR="00DF19CD" w:rsidRPr="00DF19CD" w:rsidRDefault="00DF19CD" w:rsidP="00B65920"/>
    <w:p w14:paraId="0960F700" w14:textId="77777777" w:rsidR="00DF19CD" w:rsidRPr="00DF19CD" w:rsidRDefault="00DF19CD" w:rsidP="00B65920">
      <w:r w:rsidRPr="00B65920">
        <w:rPr>
          <w:b/>
        </w:rPr>
        <w:t>Anlagen</w:t>
      </w:r>
      <w:r w:rsidRPr="00DF19CD">
        <w:tab/>
        <w:t>Lebenslauf</w:t>
      </w:r>
    </w:p>
    <w:p w14:paraId="67F06ACD" w14:textId="77777777" w:rsidR="00DF19CD" w:rsidRPr="00DF19CD" w:rsidRDefault="00DF19CD" w:rsidP="00B65920">
      <w:r w:rsidRPr="00DF19CD">
        <w:tab/>
      </w:r>
      <w:r w:rsidRPr="00DF19CD">
        <w:tab/>
        <w:t>Zwischenzeugnis der Klasse 10</w:t>
      </w:r>
    </w:p>
    <w:p w14:paraId="329AD342" w14:textId="0D3E3655" w:rsidR="0095639B" w:rsidRPr="00DF19CD" w:rsidRDefault="00DF19CD" w:rsidP="00B65920">
      <w:r w:rsidRPr="00DF19CD">
        <w:tab/>
      </w:r>
      <w:r w:rsidRPr="00DF19CD">
        <w:tab/>
        <w:t>Praktikumsbescheinigung</w:t>
      </w:r>
    </w:p>
    <w:sectPr w:rsidR="0095639B" w:rsidRPr="00DF19CD" w:rsidSect="002F24F7">
      <w:pgSz w:w="11906" w:h="16838"/>
      <w:pgMar w:top="1134" w:right="1134" w:bottom="1134"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273C" w14:textId="77777777" w:rsidR="00DF19CD" w:rsidRDefault="00DF19CD" w:rsidP="00D04998">
      <w:pPr>
        <w:spacing w:line="240" w:lineRule="auto"/>
      </w:pPr>
      <w:r>
        <w:separator/>
      </w:r>
    </w:p>
  </w:endnote>
  <w:endnote w:type="continuationSeparator" w:id="0">
    <w:p w14:paraId="44007B12" w14:textId="77777777" w:rsidR="00DF19CD" w:rsidRDefault="00DF19CD"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19D15" w14:textId="77777777" w:rsidR="00DF19CD" w:rsidRDefault="00DF19CD" w:rsidP="00D04998">
      <w:pPr>
        <w:spacing w:line="240" w:lineRule="auto"/>
      </w:pPr>
      <w:r>
        <w:separator/>
      </w:r>
    </w:p>
  </w:footnote>
  <w:footnote w:type="continuationSeparator" w:id="0">
    <w:p w14:paraId="0E955EC2" w14:textId="77777777" w:rsidR="00DF19CD" w:rsidRDefault="00DF19CD" w:rsidP="00D049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510"/>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B1FA9"/>
    <w:rsid w:val="000D0FC8"/>
    <w:rsid w:val="00124892"/>
    <w:rsid w:val="0021238A"/>
    <w:rsid w:val="002F24F7"/>
    <w:rsid w:val="00327334"/>
    <w:rsid w:val="00370185"/>
    <w:rsid w:val="003B7D74"/>
    <w:rsid w:val="004F0647"/>
    <w:rsid w:val="0051201C"/>
    <w:rsid w:val="00631380"/>
    <w:rsid w:val="006F5C84"/>
    <w:rsid w:val="00770743"/>
    <w:rsid w:val="007C371D"/>
    <w:rsid w:val="008D2E71"/>
    <w:rsid w:val="008D76FD"/>
    <w:rsid w:val="0095639B"/>
    <w:rsid w:val="009D01B1"/>
    <w:rsid w:val="00A479D8"/>
    <w:rsid w:val="00A66DEC"/>
    <w:rsid w:val="00AB6AAA"/>
    <w:rsid w:val="00AE72C8"/>
    <w:rsid w:val="00B14BB3"/>
    <w:rsid w:val="00B65920"/>
    <w:rsid w:val="00C62F05"/>
    <w:rsid w:val="00C841F7"/>
    <w:rsid w:val="00CC6031"/>
    <w:rsid w:val="00CC7DA6"/>
    <w:rsid w:val="00D04998"/>
    <w:rsid w:val="00DF19CD"/>
    <w:rsid w:val="00DF7E68"/>
    <w:rsid w:val="00E37989"/>
    <w:rsid w:val="00EA037D"/>
    <w:rsid w:val="00EB3170"/>
    <w:rsid w:val="00F1444A"/>
    <w:rsid w:val="00F339C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2F24F7"/>
    <w:pPr>
      <w:spacing w:line="310" w:lineRule="exact"/>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2F24F7"/>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2F24F7"/>
    <w:pPr>
      <w:spacing w:line="310" w:lineRule="exact"/>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2F24F7"/>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AFC0CA67</Template>
  <TotalTime>0</TotalTime>
  <Pages>1</Pages>
  <Words>186</Words>
  <Characters>1173</Characters>
  <Application>Microsoft Office Word</Application>
  <DocSecurity>0</DocSecurity>
  <Lines>9</Lines>
  <Paragraphs>2</Paragraphs>
  <ScaleCrop>false</ScaleCrop>
  <Company>F G</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2015-11-10T08:50:00Z</cp:lastPrinted>
  <dcterms:created xsi:type="dcterms:W3CDTF">2015-11-10T08:50:00Z</dcterms:created>
  <dcterms:modified xsi:type="dcterms:W3CDTF">2016-02-02T07:57:00Z</dcterms:modified>
</cp:coreProperties>
</file>